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59D874C7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E7578D"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</w:t>
      </w:r>
      <w:r w:rsidR="00E7578D" w:rsidRPr="00E7578D">
        <w:rPr>
          <w:rFonts w:ascii="Verdana" w:eastAsia="Verdana" w:hAnsi="Verdana" w:cs="Times New Roman"/>
          <w:b/>
        </w:rPr>
        <w:t>OŚWIADCZENIE W SPRAWIE DOŚWIADCZENIA ZAWODOWEGO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03BFD2EE" w14:textId="77777777" w:rsidR="00E7578D" w:rsidRPr="006B56FD" w:rsidRDefault="00E7578D" w:rsidP="00E7578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710B95E0" w14:textId="77777777" w:rsidR="00E7578D" w:rsidRPr="006B56FD" w:rsidRDefault="00E7578D" w:rsidP="00E7578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6481B306" w14:textId="77777777" w:rsidR="00E7578D" w:rsidRPr="00C67198" w:rsidRDefault="00E7578D" w:rsidP="00E7578D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C67198">
              <w:rPr>
                <w:rFonts w:asciiTheme="minorHAnsi" w:hAnsiTheme="minorHAnsi" w:cstheme="minorHAnsi"/>
              </w:rPr>
              <w:t>Łódź</w:t>
            </w:r>
          </w:p>
          <w:p w14:paraId="3F4CA6ED" w14:textId="5EBDE8BC" w:rsidR="00B67D39" w:rsidRPr="006B56FD" w:rsidRDefault="00E7578D" w:rsidP="00E7578D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C67198">
              <w:rPr>
                <w:rFonts w:asciiTheme="minorHAnsi" w:hAnsiTheme="minorHAnsi" w:cstheme="minorHAnsi"/>
              </w:rPr>
              <w:t>ul. Tuwima 58, 90-021 Łódź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FEE3776" w:rsidR="00A62B4C" w:rsidRDefault="00A62B4C" w:rsidP="00A62B4C">
      <w:pPr>
        <w:rPr>
          <w:rFonts w:ascii="Verdana" w:eastAsia="Verdana" w:hAnsi="Verdana" w:cs="Times New Roman"/>
        </w:rPr>
      </w:pPr>
    </w:p>
    <w:p w14:paraId="70D29696" w14:textId="77777777" w:rsidR="00E7578D" w:rsidRPr="00A62B4C" w:rsidRDefault="00E7578D" w:rsidP="00A62B4C">
      <w:pPr>
        <w:rPr>
          <w:rFonts w:ascii="Verdana" w:eastAsia="Verdana" w:hAnsi="Verdana" w:cs="Times New Roman"/>
        </w:rPr>
      </w:pPr>
    </w:p>
    <w:p w14:paraId="50FE6A55" w14:textId="17EBE009" w:rsidR="00381365" w:rsidRPr="00B67D39" w:rsidRDefault="00E7578D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E7578D">
        <w:rPr>
          <w:rFonts w:cstheme="minorHAnsi"/>
          <w:b/>
          <w:szCs w:val="18"/>
        </w:rPr>
        <w:t>OŚWIADCZENIE W SPRAWIE DOŚWIADCZENIA ZAWODOWEGO</w:t>
      </w:r>
    </w:p>
    <w:p w14:paraId="374FBE27" w14:textId="439781D0" w:rsidR="00A62B4C" w:rsidRDefault="00A62B4C" w:rsidP="00A62B4C">
      <w:pPr>
        <w:rPr>
          <w:rFonts w:eastAsia="Verdana" w:cs="Times New Roman"/>
          <w:szCs w:val="18"/>
        </w:rPr>
      </w:pPr>
    </w:p>
    <w:p w14:paraId="265BEBC5" w14:textId="77777777" w:rsidR="00E7578D" w:rsidRDefault="00E7578D" w:rsidP="00A62B4C">
      <w:pPr>
        <w:rPr>
          <w:rFonts w:eastAsia="Verdana" w:cs="Times New Roman"/>
          <w:szCs w:val="18"/>
        </w:rPr>
      </w:pPr>
    </w:p>
    <w:p w14:paraId="0EC51B70" w14:textId="4F4A5BA0" w:rsidR="00E7578D" w:rsidRDefault="000D24FD" w:rsidP="00E7578D">
      <w:pPr>
        <w:spacing w:after="120"/>
        <w:jc w:val="both"/>
        <w:rPr>
          <w:rFonts w:cstheme="minorHAnsi"/>
          <w:b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7134A2">
        <w:rPr>
          <w:rFonts w:cstheme="minorHAnsi"/>
          <w:b/>
          <w:lang w:eastAsia="pl-PL"/>
        </w:rPr>
        <w:t>POST/DYS/OLD/GZ/0</w:t>
      </w:r>
      <w:r w:rsidR="00903BCC">
        <w:rPr>
          <w:rFonts w:cstheme="minorHAnsi"/>
          <w:b/>
          <w:lang w:eastAsia="pl-PL"/>
        </w:rPr>
        <w:t>4163</w:t>
      </w:r>
      <w:r w:rsidR="00E7578D" w:rsidRPr="00E7578D">
        <w:rPr>
          <w:rFonts w:cstheme="minorHAnsi"/>
          <w:b/>
          <w:lang w:eastAsia="pl-PL"/>
        </w:rPr>
        <w:t>/2025</w:t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 w:rsidR="00903BCC" w:rsidRPr="00903BCC">
        <w:rPr>
          <w:rFonts w:cstheme="minorHAnsi"/>
          <w:b/>
          <w:lang w:eastAsia="pl-PL"/>
        </w:rPr>
        <w:t xml:space="preserve">Wykonanie robót budowlanych w branży elektroenergetycznej na terenie działania PGE Dystrybucja S.A. OŁD w RE Bełchatów </w:t>
      </w:r>
      <w:r w:rsidR="00FE5F11">
        <w:rPr>
          <w:rFonts w:cstheme="minorHAnsi"/>
          <w:b/>
          <w:lang w:eastAsia="pl-PL"/>
        </w:rPr>
        <w:t>w</w:t>
      </w:r>
      <w:r w:rsidR="00903BCC" w:rsidRPr="00903BCC">
        <w:rPr>
          <w:rFonts w:cstheme="minorHAnsi"/>
          <w:b/>
          <w:lang w:eastAsia="pl-PL"/>
        </w:rPr>
        <w:t xml:space="preserve"> podziale na 5 części</w:t>
      </w:r>
      <w:r w:rsidRPr="000D24FD">
        <w:rPr>
          <w:rFonts w:cstheme="minorHAnsi"/>
          <w:b/>
        </w:rPr>
        <w:t xml:space="preserve">, </w:t>
      </w:r>
      <w:r w:rsidR="00E7578D" w:rsidRPr="00E7578D">
        <w:rPr>
          <w:rFonts w:cstheme="minorHAnsi"/>
          <w:b/>
          <w:bCs/>
          <w:iCs/>
          <w:lang w:eastAsia="pl-PL"/>
        </w:rPr>
        <w:t>niniejszym oświadczamy</w:t>
      </w:r>
      <w:r w:rsidR="00E7578D" w:rsidRPr="00E7578D">
        <w:rPr>
          <w:rFonts w:cstheme="minorHAnsi"/>
          <w:b/>
          <w:bCs/>
          <w:lang w:eastAsia="pl-PL"/>
        </w:rPr>
        <w:t xml:space="preserve">, że </w:t>
      </w:r>
      <w:r w:rsidR="00E7578D" w:rsidRPr="00E7578D">
        <w:rPr>
          <w:rFonts w:cstheme="minorHAnsi"/>
          <w:b/>
          <w:lang w:eastAsia="pl-PL"/>
        </w:rPr>
        <w:t>posiadamy odpowiednie doświadczenie zawodowe i:</w:t>
      </w:r>
    </w:p>
    <w:p w14:paraId="33AD676B" w14:textId="1E078C28" w:rsidR="00B67D39" w:rsidRPr="00E7578D" w:rsidRDefault="00E7578D" w:rsidP="00E7578D">
      <w:pPr>
        <w:pStyle w:val="Akapitzlist"/>
        <w:numPr>
          <w:ilvl w:val="0"/>
          <w:numId w:val="31"/>
        </w:numPr>
        <w:spacing w:after="120"/>
        <w:jc w:val="both"/>
        <w:rPr>
          <w:rFonts w:cstheme="minorHAnsi"/>
        </w:rPr>
      </w:pPr>
      <w:r w:rsidRPr="00E7578D">
        <w:rPr>
          <w:rFonts w:cstheme="minorHAnsi"/>
          <w:lang w:eastAsia="pl-PL"/>
        </w:rPr>
        <w:t>w okresie ostatnich 5 lat przed upływem terminu składania ofert, a jeżeli okres prowadzenia działalności jest krótszy – w tym okresie, zrealizowaliśmy minimum 3 roboty budowlane odpowiadające swoim rodzajem robotom stanowiącym przedmiot zamówienia,</w:t>
      </w: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1E3C600" w:rsidR="00381365" w:rsidRDefault="00381365" w:rsidP="00381365">
      <w:pPr>
        <w:rPr>
          <w:rFonts w:cstheme="minorHAnsi"/>
        </w:rPr>
      </w:pPr>
    </w:p>
    <w:p w14:paraId="6A2FB627" w14:textId="262AA1EC" w:rsidR="00E7578D" w:rsidRDefault="00E7578D" w:rsidP="00381365">
      <w:pPr>
        <w:rPr>
          <w:rFonts w:cstheme="minorHAnsi"/>
        </w:rPr>
      </w:pPr>
    </w:p>
    <w:p w14:paraId="4C92B40C" w14:textId="1D891100" w:rsidR="00E7578D" w:rsidRDefault="00E7578D" w:rsidP="00381365">
      <w:pPr>
        <w:rPr>
          <w:rFonts w:cstheme="minorHAnsi"/>
        </w:rPr>
      </w:pPr>
    </w:p>
    <w:p w14:paraId="2E5DDEFB" w14:textId="77777777" w:rsidR="00E7578D" w:rsidRDefault="00E7578D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09E13" w14:textId="77777777" w:rsidR="00B62E49" w:rsidRDefault="00B62E49" w:rsidP="00582CE9">
      <w:pPr>
        <w:spacing w:after="0"/>
      </w:pPr>
      <w:r>
        <w:separator/>
      </w:r>
    </w:p>
  </w:endnote>
  <w:endnote w:type="continuationSeparator" w:id="0">
    <w:p w14:paraId="0F9E94DC" w14:textId="77777777" w:rsidR="00B62E49" w:rsidRDefault="00B62E4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0AEC6180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7984">
          <w:rPr>
            <w:noProof/>
          </w:rPr>
          <w:t>1</w:t>
        </w:r>
        <w:r>
          <w:fldChar w:fldCharType="end"/>
        </w:r>
      </w:p>
    </w:sdtContent>
  </w:sdt>
  <w:p w14:paraId="4A5385B6" w14:textId="07E004F0" w:rsidR="00347E8D" w:rsidRDefault="00FE68AA">
    <w:pPr>
      <w:pStyle w:val="Stopka"/>
    </w:pPr>
    <w: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C75AE" w14:textId="77777777" w:rsidR="00B62E49" w:rsidRDefault="00B62E49" w:rsidP="00582CE9">
      <w:pPr>
        <w:spacing w:after="0"/>
      </w:pPr>
      <w:r>
        <w:separator/>
      </w:r>
    </w:p>
  </w:footnote>
  <w:footnote w:type="continuationSeparator" w:id="0">
    <w:p w14:paraId="6BBFEC1C" w14:textId="77777777" w:rsidR="00B62E49" w:rsidRDefault="00B62E49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1BEAC492" w14:textId="77777777" w:rsidR="00E77984" w:rsidRDefault="00347E8D" w:rsidP="006E100D">
          <w:pPr>
            <w:suppressAutoHyphens/>
            <w:ind w:right="187"/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  <w:r w:rsidR="00E77984">
            <w:t xml:space="preserve"> </w:t>
          </w:r>
        </w:p>
        <w:p w14:paraId="23933DF4" w14:textId="16F03B84" w:rsidR="00903BCC" w:rsidRDefault="00903BCC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903BCC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Wykonanie robót budowlanych w branży elektroenergetycznej na terenie działania PGE Dystrybucja S.A. OŁD w RE Bełchatów </w:t>
          </w:r>
          <w:r w:rsidR="00FE5F11">
            <w:rPr>
              <w:rFonts w:asciiTheme="majorHAnsi" w:hAnsiTheme="majorHAnsi"/>
              <w:color w:val="000000" w:themeColor="text1"/>
              <w:sz w:val="14"/>
              <w:szCs w:val="18"/>
            </w:rPr>
            <w:t>w</w:t>
          </w:r>
          <w:r w:rsidRPr="00903BCC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 podziale na 5 części.</w:t>
          </w:r>
        </w:p>
        <w:p w14:paraId="1A19274F" w14:textId="2C00A7B9" w:rsidR="00347E8D" w:rsidRPr="006B2C28" w:rsidRDefault="007134A2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903BCC">
            <w:rPr>
              <w:rFonts w:asciiTheme="majorHAnsi" w:hAnsiTheme="majorHAnsi"/>
              <w:color w:val="000000" w:themeColor="text1"/>
              <w:sz w:val="14"/>
              <w:szCs w:val="18"/>
            </w:rPr>
            <w:t>4163</w:t>
          </w:r>
          <w:r w:rsidR="00E7578D" w:rsidRPr="00E7578D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42A7D337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B984326"/>
    <w:multiLevelType w:val="hybridMultilevel"/>
    <w:tmpl w:val="76E8117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735082980">
    <w:abstractNumId w:val="17"/>
  </w:num>
  <w:num w:numId="2" w16cid:durableId="803502893">
    <w:abstractNumId w:val="7"/>
  </w:num>
  <w:num w:numId="3" w16cid:durableId="1550218229">
    <w:abstractNumId w:val="12"/>
  </w:num>
  <w:num w:numId="4" w16cid:durableId="475755186">
    <w:abstractNumId w:val="19"/>
  </w:num>
  <w:num w:numId="5" w16cid:durableId="884684681">
    <w:abstractNumId w:val="17"/>
  </w:num>
  <w:num w:numId="6" w16cid:durableId="382410745">
    <w:abstractNumId w:val="17"/>
  </w:num>
  <w:num w:numId="7" w16cid:durableId="1955624855">
    <w:abstractNumId w:val="3"/>
  </w:num>
  <w:num w:numId="8" w16cid:durableId="333462417">
    <w:abstractNumId w:val="27"/>
  </w:num>
  <w:num w:numId="9" w16cid:durableId="1833838387">
    <w:abstractNumId w:val="16"/>
  </w:num>
  <w:num w:numId="10" w16cid:durableId="1894466521">
    <w:abstractNumId w:val="4"/>
  </w:num>
  <w:num w:numId="11" w16cid:durableId="1244292099">
    <w:abstractNumId w:val="13"/>
  </w:num>
  <w:num w:numId="12" w16cid:durableId="2010478248">
    <w:abstractNumId w:val="11"/>
  </w:num>
  <w:num w:numId="13" w16cid:durableId="1802188645">
    <w:abstractNumId w:val="26"/>
  </w:num>
  <w:num w:numId="14" w16cid:durableId="617569492">
    <w:abstractNumId w:val="22"/>
  </w:num>
  <w:num w:numId="15" w16cid:durableId="1078136127">
    <w:abstractNumId w:val="15"/>
  </w:num>
  <w:num w:numId="16" w16cid:durableId="534779965">
    <w:abstractNumId w:val="9"/>
  </w:num>
  <w:num w:numId="17" w16cid:durableId="142091977">
    <w:abstractNumId w:val="5"/>
  </w:num>
  <w:num w:numId="18" w16cid:durableId="114216260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63874391">
    <w:abstractNumId w:val="0"/>
  </w:num>
  <w:num w:numId="20" w16cid:durableId="1549992635">
    <w:abstractNumId w:val="28"/>
  </w:num>
  <w:num w:numId="21" w16cid:durableId="1127241103">
    <w:abstractNumId w:val="1"/>
  </w:num>
  <w:num w:numId="22" w16cid:durableId="1837570201">
    <w:abstractNumId w:val="14"/>
  </w:num>
  <w:num w:numId="23" w16cid:durableId="1744831621">
    <w:abstractNumId w:val="10"/>
  </w:num>
  <w:num w:numId="24" w16cid:durableId="683749037">
    <w:abstractNumId w:val="21"/>
  </w:num>
  <w:num w:numId="25" w16cid:durableId="1940604559">
    <w:abstractNumId w:val="25"/>
  </w:num>
  <w:num w:numId="26" w16cid:durableId="1291588529">
    <w:abstractNumId w:val="2"/>
  </w:num>
  <w:num w:numId="27" w16cid:durableId="1937790351">
    <w:abstractNumId w:val="24"/>
  </w:num>
  <w:num w:numId="28" w16cid:durableId="285238085">
    <w:abstractNumId w:val="23"/>
  </w:num>
  <w:num w:numId="29" w16cid:durableId="23278489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37389015">
    <w:abstractNumId w:val="18"/>
  </w:num>
  <w:num w:numId="31" w16cid:durableId="246967488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2AEB"/>
    <w:rsid w:val="005E4AA3"/>
    <w:rsid w:val="005E79E5"/>
    <w:rsid w:val="00607940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D3D2D"/>
    <w:rsid w:val="006E100D"/>
    <w:rsid w:val="006E2000"/>
    <w:rsid w:val="006E5EF6"/>
    <w:rsid w:val="006F3B57"/>
    <w:rsid w:val="006F5F72"/>
    <w:rsid w:val="00710355"/>
    <w:rsid w:val="007134A2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2D06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03BCC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0C24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7578D"/>
    <w:rsid w:val="00E77984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E5F11"/>
    <w:rsid w:val="00FE68AA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7 do SWZ - Oświadczenie doświadczenie.docx</dmsv2BaseFileName>
    <dmsv2BaseDisplayName xmlns="http://schemas.microsoft.com/sharepoint/v3">Załącznik nr 7 do SWZ - Oświadczenie doświadczenie</dmsv2BaseDisplayName>
    <dmsv2SWPP2ObjectNumber xmlns="http://schemas.microsoft.com/sharepoint/v3">POST/DYS/OLD/GZ/04163/2025                        </dmsv2SWPP2ObjectNumber>
    <dmsv2SWPP2SumMD5 xmlns="http://schemas.microsoft.com/sharepoint/v3">d4c51a142db04dfe5a1a0e0f685c564f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699139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23769279</dmsv2BaseClientSystemDocumentID>
    <dmsv2BaseModifiedByID xmlns="http://schemas.microsoft.com/sharepoint/v3">11704174</dmsv2BaseModifiedByID>
    <dmsv2BaseCreatedByID xmlns="http://schemas.microsoft.com/sharepoint/v3">11704174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DPFVW34YURAE-1996658973-7350</_dlc_DocId>
    <_dlc_DocIdUrl xmlns="a19cb1c7-c5c7-46d4-85ae-d83685407bba">
      <Url>https://swpp2.dms.gkpge.pl/sites/40/_layouts/15/DocIdRedir.aspx?ID=DPFVW34YURAE-1996658973-7350</Url>
      <Description>DPFVW34YURAE-1996658973-7350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5074F185959294AA765BE591900B5DB" ma:contentTypeVersion="0" ma:contentTypeDescription="SWPP2 Dokument bazowy" ma:contentTypeScope="" ma:versionID="1ffb695313cd3172f9f412ef6d77435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A8922817-D825-4854-B3CB-02F0EED1DD7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F00F65D-BF4F-483B-A8B4-DD2DB711FF3A}"/>
</file>

<file path=customXml/itemProps5.xml><?xml version="1.0" encoding="utf-8"?>
<ds:datastoreItem xmlns:ds="http://schemas.openxmlformats.org/officeDocument/2006/customXml" ds:itemID="{BB59A61D-CEAC-4C03-A476-EA2A354AF4B1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7</TotalTime>
  <Pages>1</Pages>
  <Words>154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Kaczorowska-Jakubowska Izabela [PGE Dystr. O.Łódź]</cp:lastModifiedBy>
  <cp:revision>8</cp:revision>
  <cp:lastPrinted>2024-07-15T11:21:00Z</cp:lastPrinted>
  <dcterms:created xsi:type="dcterms:W3CDTF">2025-10-01T08:37:00Z</dcterms:created>
  <dcterms:modified xsi:type="dcterms:W3CDTF">2025-11-19T07:22:00Z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0x010189100015074F185959294AA765BE591900B5DB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0e85a939-0839-42dd-8562-5c8e5df3e299</vt:lpwstr>
  </property>
</Properties>
</file>